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A3" w:rsidRPr="00A13A50" w:rsidRDefault="008D65A3" w:rsidP="00DC1764">
      <w:pPr>
        <w:pStyle w:val="Heading1"/>
        <w:rPr>
          <w:rFonts w:cs="Times New Roman"/>
          <w:sz w:val="28"/>
          <w:szCs w:val="28"/>
        </w:rPr>
      </w:pPr>
      <w:r w:rsidRPr="00A13A50">
        <w:rPr>
          <w:rFonts w:cs="Times New Roman"/>
          <w:sz w:val="28"/>
          <w:szCs w:val="28"/>
        </w:rPr>
        <w:t>Декларация соответствия</w:t>
      </w:r>
      <w:r w:rsidRPr="00A13A50">
        <w:rPr>
          <w:rFonts w:cs="Times New Roman"/>
          <w:sz w:val="28"/>
          <w:szCs w:val="28"/>
        </w:rPr>
        <w:br/>
        <w:t>условий труда государственным нормативным</w:t>
      </w:r>
      <w:r w:rsidRPr="00A13A50">
        <w:rPr>
          <w:rFonts w:cs="Times New Roman"/>
          <w:sz w:val="28"/>
          <w:szCs w:val="28"/>
        </w:rPr>
        <w:br/>
        <w:t>требованиям охраны труда</w:t>
      </w:r>
    </w:p>
    <w:p w:rsidR="008D65A3" w:rsidRPr="00A13A50" w:rsidRDefault="008D65A3" w:rsidP="00B812FA"/>
    <w:tbl>
      <w:tblPr>
        <w:tblW w:w="0" w:type="auto"/>
        <w:tblLook w:val="01E0"/>
      </w:tblPr>
      <w:tblGrid>
        <w:gridCol w:w="10420"/>
      </w:tblGrid>
      <w:tr w:rsidR="008D65A3" w:rsidRPr="00A13A50" w:rsidTr="00FF0581">
        <w:tc>
          <w:tcPr>
            <w:tcW w:w="10420" w:type="dxa"/>
            <w:tcBorders>
              <w:bottom w:val="single" w:sz="4" w:space="0" w:color="auto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Муниципальное казенное общеобразовательное учреждение «Брынская средняя общеобразовательная школа»</w:t>
            </w:r>
          </w:p>
        </w:tc>
      </w:tr>
      <w:tr w:rsidR="008D65A3" w:rsidRPr="00A13A50" w:rsidTr="00FF0581">
        <w:tc>
          <w:tcPr>
            <w:tcW w:w="10420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(наименование юридического лица (фамилия, имя, отчество (при наличии) индивидуального предпринимателя, подавшего декларацию,</w:t>
            </w:r>
          </w:p>
        </w:tc>
      </w:tr>
      <w:tr w:rsidR="008D65A3" w:rsidRPr="00A13A50" w:rsidTr="00FF0581">
        <w:tc>
          <w:tcPr>
            <w:tcW w:w="10420" w:type="dxa"/>
            <w:tcBorders>
              <w:bottom w:val="single" w:sz="4" w:space="0" w:color="auto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249310, Калужская область, Думиничский район, село Брынь, улица Татарская, дом 14; </w:t>
            </w:r>
          </w:p>
        </w:tc>
      </w:tr>
      <w:tr w:rsidR="008D65A3" w:rsidRPr="00A13A50" w:rsidTr="00FF0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8D65A3" w:rsidRPr="00A13A50" w:rsidTr="00FF0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4005002841</w:t>
            </w:r>
          </w:p>
        </w:tc>
      </w:tr>
      <w:tr w:rsidR="008D65A3" w:rsidRPr="00A13A50" w:rsidTr="00FF0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8D65A3" w:rsidRPr="00A13A50" w:rsidTr="00FF0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1024000596740</w:t>
            </w:r>
          </w:p>
        </w:tc>
      </w:tr>
      <w:tr w:rsidR="008D65A3" w:rsidRPr="00A13A50" w:rsidTr="00FF0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8D65A3" w:rsidRPr="00A13A50" w:rsidRDefault="008D65A3" w:rsidP="00DC1764"/>
    <w:p w:rsidR="008D65A3" w:rsidRPr="00A13A50" w:rsidRDefault="008D65A3" w:rsidP="008746BB">
      <w:pPr>
        <w:pStyle w:val="ConsPlusNonformat"/>
      </w:pPr>
      <w:r w:rsidRPr="00A13A50">
        <w:t>заявляет, что на рабочем месте (рабочих местах)</w:t>
      </w:r>
    </w:p>
    <w:p w:rsidR="008D65A3" w:rsidRPr="00A13A50" w:rsidRDefault="008D65A3" w:rsidP="008746BB">
      <w:pPr>
        <w:pStyle w:val="ConsPlusNonforma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D65A3" w:rsidRPr="00A13A50" w:rsidTr="00FF0581"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8746BB">
            <w:pPr>
              <w:pStyle w:val="ConsPlusNonformat"/>
            </w:pPr>
            <w:r>
              <w:t>29. Педагог-психолог; 1 чел.</w:t>
            </w:r>
          </w:p>
        </w:tc>
      </w:tr>
      <w:tr w:rsidR="008D65A3" w:rsidRPr="00A13A50" w:rsidTr="00FF0581"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r w:rsidRPr="00A13A50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</w:p>
        </w:tc>
      </w:tr>
      <w:tr w:rsidR="008D65A3" w:rsidRPr="00A13A50" w:rsidTr="00FF0581"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8746BB">
            <w:pPr>
              <w:pStyle w:val="ConsPlusNonformat"/>
            </w:pPr>
          </w:p>
        </w:tc>
      </w:tr>
      <w:tr w:rsidR="008D65A3" w:rsidRPr="00A13A50" w:rsidTr="00FF0581"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8D65A3" w:rsidRPr="00A13A50" w:rsidTr="00FF0581"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8746BB">
            <w:pPr>
              <w:pStyle w:val="ConsPlusNonformat"/>
            </w:pPr>
          </w:p>
        </w:tc>
      </w:tr>
      <w:tr w:rsidR="008D65A3" w:rsidRPr="00A13A50" w:rsidTr="00FF0581">
        <w:tc>
          <w:tcPr>
            <w:tcW w:w="10420" w:type="dxa"/>
            <w:tcBorders>
              <w:left w:val="nil"/>
              <w:right w:val="nil"/>
            </w:tcBorders>
          </w:tcPr>
          <w:p w:rsidR="008D65A3" w:rsidRPr="00A13A50" w:rsidRDefault="008D65A3" w:rsidP="008746BB">
            <w:pPr>
              <w:pStyle w:val="ConsPlusNonformat"/>
            </w:pPr>
          </w:p>
        </w:tc>
      </w:tr>
    </w:tbl>
    <w:p w:rsidR="008D65A3" w:rsidRPr="00A13A50" w:rsidRDefault="008D65A3" w:rsidP="0097075E">
      <w:pPr>
        <w:pStyle w:val="ConsPlusNonformat"/>
        <w:jc w:val="both"/>
      </w:pPr>
      <w:r w:rsidRPr="00A13A50">
        <w:t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труда  соответствуют  государственным нормативным требованиям охраны труда.</w:t>
      </w:r>
    </w:p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DC1764">
      <w:pPr>
        <w:pStyle w:val="ConsPlusNonformat"/>
      </w:pPr>
      <w:r w:rsidRPr="00A13A50"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8D65A3" w:rsidRPr="00A13A50" w:rsidTr="00FF0581">
        <w:tc>
          <w:tcPr>
            <w:tcW w:w="10456" w:type="dxa"/>
            <w:tcBorders>
              <w:top w:val="nil"/>
              <w:left w:val="nil"/>
              <w:right w:val="nil"/>
            </w:tcBorders>
          </w:tcPr>
          <w:p w:rsidR="008D65A3" w:rsidRDefault="008D65A3" w:rsidP="00FF0581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Заключение эксперта № 119/25-ЗЭ от 16.06.2025 - Малышев Александр Николаевич (№ в реестре: 3350);</w:t>
            </w:r>
          </w:p>
          <w:p w:rsidR="008D65A3" w:rsidRDefault="008D65A3" w:rsidP="00FF0581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D65A3" w:rsidRPr="00A13A50" w:rsidRDefault="008D65A3" w:rsidP="00FF0581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D65A3" w:rsidRPr="00A13A50" w:rsidTr="00FF0581">
        <w:tc>
          <w:tcPr>
            <w:tcW w:w="10456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r w:rsidRPr="00A13A50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</w:p>
        </w:tc>
      </w:tr>
    </w:tbl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DC1764">
      <w:pPr>
        <w:pStyle w:val="ConsPlusNonformat"/>
      </w:pPr>
      <w:r w:rsidRPr="00A13A50"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D65A3" w:rsidRPr="00A13A50" w:rsidTr="00FF0581"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"ЭКСПЕРТКОНСАЛТСЕРВИС" ;</w:t>
            </w:r>
          </w:p>
        </w:tc>
      </w:tr>
      <w:tr w:rsidR="008D65A3" w:rsidRPr="00A13A50" w:rsidTr="00FF0581"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r w:rsidRPr="00A13A50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</w:p>
        </w:tc>
      </w:tr>
      <w:tr w:rsidR="008D65A3" w:rsidRPr="00A13A50" w:rsidTr="00FF0581"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- 450</w:t>
            </w:r>
          </w:p>
        </w:tc>
      </w:tr>
      <w:tr w:rsidR="008D65A3" w:rsidRPr="00A13A50" w:rsidTr="00FF0581"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9B7B8F">
      <w:pPr>
        <w:pStyle w:val="ConsPlusNonformat"/>
      </w:pPr>
      <w:r w:rsidRPr="00A13A50">
        <w:t>Дата подачи декларации "____" _____________________ 202</w:t>
      </w:r>
      <w:r>
        <w:t>5</w:t>
      </w:r>
      <w:r w:rsidRPr="00A13A50">
        <w:t xml:space="preserve"> год </w:t>
      </w:r>
    </w:p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077"/>
        <w:gridCol w:w="1985"/>
        <w:gridCol w:w="283"/>
        <w:gridCol w:w="4075"/>
      </w:tblGrid>
      <w:tr w:rsidR="008D65A3" w:rsidRPr="00A13A50" w:rsidTr="00FF0581">
        <w:tc>
          <w:tcPr>
            <w:tcW w:w="4077" w:type="dxa"/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  <w:r w:rsidRPr="00A13A50"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>Щеглова Л. С.</w:t>
            </w:r>
          </w:p>
        </w:tc>
      </w:tr>
      <w:tr w:rsidR="008D65A3" w:rsidRPr="00A13A50" w:rsidTr="00FF0581">
        <w:tc>
          <w:tcPr>
            <w:tcW w:w="4077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(инициалы, фамилия)</w:t>
            </w:r>
          </w:p>
        </w:tc>
      </w:tr>
    </w:tbl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DC1764">
      <w:pPr>
        <w:pStyle w:val="ConsPlusNonformat"/>
      </w:pPr>
      <w:r w:rsidRPr="00A13A50">
        <w:t>Сведения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D65A3" w:rsidRPr="00A13A50" w:rsidTr="00FF0581">
        <w:tc>
          <w:tcPr>
            <w:tcW w:w="10420" w:type="dxa"/>
            <w:tcBorders>
              <w:top w:val="nil"/>
              <w:left w:val="nil"/>
              <w:right w:val="nil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8D65A3" w:rsidRPr="00A13A50" w:rsidTr="00FF0581">
        <w:tc>
          <w:tcPr>
            <w:tcW w:w="10420" w:type="dxa"/>
            <w:tcBorders>
              <w:left w:val="nil"/>
              <w:bottom w:val="nil"/>
              <w:right w:val="nil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3550"/>
        <w:gridCol w:w="2084"/>
      </w:tblGrid>
      <w:tr w:rsidR="008D65A3" w:rsidRPr="00A13A50" w:rsidTr="00FF0581">
        <w:tc>
          <w:tcPr>
            <w:tcW w:w="2084" w:type="dxa"/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8D65A3" w:rsidRPr="00A13A50" w:rsidRDefault="008D65A3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8D65A3" w:rsidRPr="00A13A50" w:rsidTr="00FF0581">
        <w:tc>
          <w:tcPr>
            <w:tcW w:w="2084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</w:tr>
    </w:tbl>
    <w:p w:rsidR="008D65A3" w:rsidRPr="00A13A50" w:rsidRDefault="008D65A3" w:rsidP="00DC1764">
      <w:pPr>
        <w:pStyle w:val="ConsPlusNonformat"/>
        <w:rPr>
          <w:rFonts w:ascii="Times New Roman" w:hAnsi="Times New Roman"/>
        </w:rPr>
      </w:pPr>
    </w:p>
    <w:p w:rsidR="008D65A3" w:rsidRPr="00A13A50" w:rsidRDefault="008D65A3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5634"/>
      </w:tblGrid>
      <w:tr w:rsidR="008D65A3" w:rsidRPr="00A13A50" w:rsidTr="00FF0581">
        <w:tc>
          <w:tcPr>
            <w:tcW w:w="2084" w:type="dxa"/>
          </w:tcPr>
          <w:p w:rsidR="008D65A3" w:rsidRPr="00A13A50" w:rsidRDefault="008D65A3" w:rsidP="00B812FA">
            <w:pPr>
              <w:pStyle w:val="ConsPlusNonformat"/>
              <w:rPr>
                <w:rFonts w:ascii="Times New Roman" w:hAnsi="Times New Roman"/>
              </w:rPr>
            </w:pPr>
            <w:r w:rsidRPr="00A13A50"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8D65A3" w:rsidRPr="00A13A50" w:rsidRDefault="008D65A3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8D65A3" w:rsidRPr="00A13A50" w:rsidRDefault="008D65A3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8D65A3" w:rsidRPr="00A13A50" w:rsidRDefault="008D65A3" w:rsidP="00FF0581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8D65A3" w:rsidRPr="00A13A50" w:rsidTr="00FF0581">
        <w:tc>
          <w:tcPr>
            <w:tcW w:w="2084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8D65A3" w:rsidRPr="00A13A50" w:rsidRDefault="008D65A3" w:rsidP="00FF0581">
            <w:pPr>
              <w:jc w:val="center"/>
              <w:rPr>
                <w:sz w:val="16"/>
                <w:szCs w:val="16"/>
              </w:rPr>
            </w:pPr>
            <w:r w:rsidRPr="00A13A50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8D65A3" w:rsidRPr="00A13A50" w:rsidRDefault="008D65A3" w:rsidP="00CA7D9E">
      <w:pPr>
        <w:pStyle w:val="ConsPlusNonformat"/>
        <w:rPr>
          <w:rFonts w:ascii="Times New Roman" w:hAnsi="Times New Roman"/>
        </w:rPr>
      </w:pPr>
    </w:p>
    <w:sectPr w:rsidR="008D65A3" w:rsidRPr="00A13A50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A3" w:rsidRDefault="008D65A3" w:rsidP="0076042D">
      <w:pPr>
        <w:pStyle w:val="a2"/>
      </w:pPr>
      <w:r>
        <w:separator/>
      </w:r>
    </w:p>
  </w:endnote>
  <w:endnote w:type="continuationSeparator" w:id="0">
    <w:p w:rsidR="008D65A3" w:rsidRDefault="008D65A3" w:rsidP="0076042D">
      <w:pPr>
        <w:pStyle w:val="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A3" w:rsidRDefault="008D65A3" w:rsidP="0076042D">
      <w:pPr>
        <w:pStyle w:val="a2"/>
      </w:pPr>
      <w:r>
        <w:separator/>
      </w:r>
    </w:p>
  </w:footnote>
  <w:footnote w:type="continuationSeparator" w:id="0">
    <w:p w:rsidR="008D65A3" w:rsidRDefault="008D65A3" w:rsidP="0076042D">
      <w:pPr>
        <w:pStyle w:val="a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&quot;ЭКСПЕРТКОНСАЛТСЕРВИС&quot; ; 248033, Калужская область, г. Калуга, ул. Академическая, д. 8, помещение 1, 2; Регистрационный номер - 450 от 16.03.2017 "/>
    <w:docVar w:name="att_org_adr" w:val="248033, Калужская область, г. Калуга, ул. Академическая, д. 8, помещение 1, 2"/>
    <w:docVar w:name="att_org_dop" w:val="Общество с ограниченной ответственностью &quot;ЭКСПЕРТКОНСАЛТСЕРВИС&quot; _x000D__x000D_(ООО &quot;ЭК-СЕРВИС&quot;)_x000D__x000D_248033, Калужская область, г. Калуга, ул. Академическая, дом 8, помещение 1, 2_x000D__x000D_Регистрационный номер - 450 от 16.03.2017"/>
    <w:docVar w:name="att_org_name" w:val="Общество с ограниченной ответственностью &quot;ЭКСПЕРТКОНСАЛТСЕРВИС&quot; "/>
    <w:docVar w:name="att_org_reg_date" w:val="16.03.2017"/>
    <w:docVar w:name="att_org_reg_num" w:val="450"/>
    <w:docVar w:name="att_zakl" w:val="- заключение;"/>
    <w:docVar w:name="bad_rm" w:val="    "/>
    <w:docVar w:name="boss_fio" w:val="Малышев Александр Николаевич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   "/>
    <w:docVar w:name="D_prikaz" w:val="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   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pp_code" w:val="   "/>
    <w:docVar w:name="kut" w:val="     "/>
    <w:docVar w:name="meas_rm" w:val="    "/>
    <w:docVar w:name="measures" w:val="   "/>
    <w:docVar w:name="measures2" w:val="   "/>
    <w:docVar w:name="N_dog" w:val="   "/>
    <w:docVar w:name="N_prikaz" w:val="   "/>
    <w:docVar w:name="num_prots" w:val="Протоколы № 119/25- Ш от 16.06.2025 , № 119/25- Н от 16.06.2025 "/>
    <w:docVar w:name="oborud" w:val="    "/>
    <w:docVar w:name="operac" w:val="       "/>
    <w:docVar w:name="org_guid" w:val="9791AAB135304F819AC082CCBA6D5ED1"/>
    <w:docVar w:name="org_id" w:val="91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odr_id" w:val="org_91"/>
    <w:docVar w:name="rab_1" w:val="     "/>
    <w:docVar w:name="rab_2" w:val="     "/>
    <w:docVar w:name="rab_descr" w:val="   "/>
    <w:docVar w:name="rbtd_adr" w:val="     "/>
    <w:docVar w:name="rbtd_name" w:val="   "/>
    <w:docVar w:name="rekvisits" w:val="Заключение эксперта № 119/25-ЗЭ от 16.06.2025 - Малышев Александр Николаевич (№ в реестре: 3350);_x000D_"/>
    <w:docVar w:name="rm_name" w:val="                                          "/>
    <w:docVar w:name="rm_number" w:val="    "/>
    <w:docVar w:name="sout_id" w:val="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9665B3"/>
    <w:rsid w:val="00022127"/>
    <w:rsid w:val="00022228"/>
    <w:rsid w:val="00025683"/>
    <w:rsid w:val="000461BE"/>
    <w:rsid w:val="00046815"/>
    <w:rsid w:val="00047B72"/>
    <w:rsid w:val="0005566C"/>
    <w:rsid w:val="000624A8"/>
    <w:rsid w:val="000A5B67"/>
    <w:rsid w:val="000D1F5B"/>
    <w:rsid w:val="000F3C2A"/>
    <w:rsid w:val="00105C9C"/>
    <w:rsid w:val="00110025"/>
    <w:rsid w:val="001429B1"/>
    <w:rsid w:val="00151500"/>
    <w:rsid w:val="00153308"/>
    <w:rsid w:val="001607C8"/>
    <w:rsid w:val="00180497"/>
    <w:rsid w:val="001900E6"/>
    <w:rsid w:val="00193886"/>
    <w:rsid w:val="001F4D8D"/>
    <w:rsid w:val="00234932"/>
    <w:rsid w:val="0023578C"/>
    <w:rsid w:val="002E55C6"/>
    <w:rsid w:val="00303799"/>
    <w:rsid w:val="00305B2F"/>
    <w:rsid w:val="00311648"/>
    <w:rsid w:val="003162BC"/>
    <w:rsid w:val="00323925"/>
    <w:rsid w:val="003678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6C6F88"/>
    <w:rsid w:val="006E118B"/>
    <w:rsid w:val="00703987"/>
    <w:rsid w:val="007049EB"/>
    <w:rsid w:val="00710271"/>
    <w:rsid w:val="00717C9F"/>
    <w:rsid w:val="007211CF"/>
    <w:rsid w:val="00742720"/>
    <w:rsid w:val="00756F58"/>
    <w:rsid w:val="0076042D"/>
    <w:rsid w:val="0076133B"/>
    <w:rsid w:val="007B4F01"/>
    <w:rsid w:val="007D1852"/>
    <w:rsid w:val="007D2CEA"/>
    <w:rsid w:val="008355B4"/>
    <w:rsid w:val="008746BB"/>
    <w:rsid w:val="00875447"/>
    <w:rsid w:val="00883461"/>
    <w:rsid w:val="008870CA"/>
    <w:rsid w:val="008D65A3"/>
    <w:rsid w:val="008E68DE"/>
    <w:rsid w:val="0090397A"/>
    <w:rsid w:val="0090588D"/>
    <w:rsid w:val="009154F8"/>
    <w:rsid w:val="0092778A"/>
    <w:rsid w:val="009577D3"/>
    <w:rsid w:val="009665B3"/>
    <w:rsid w:val="00967790"/>
    <w:rsid w:val="00967995"/>
    <w:rsid w:val="0097075E"/>
    <w:rsid w:val="009B7B8F"/>
    <w:rsid w:val="009D030A"/>
    <w:rsid w:val="009D18CA"/>
    <w:rsid w:val="009E1069"/>
    <w:rsid w:val="009E49B5"/>
    <w:rsid w:val="00A12349"/>
    <w:rsid w:val="00A13A50"/>
    <w:rsid w:val="00A308EB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27CE9"/>
    <w:rsid w:val="00B35FAD"/>
    <w:rsid w:val="00B53A46"/>
    <w:rsid w:val="00B6248B"/>
    <w:rsid w:val="00B71AA5"/>
    <w:rsid w:val="00B812FA"/>
    <w:rsid w:val="00BA5029"/>
    <w:rsid w:val="00BC2F3C"/>
    <w:rsid w:val="00BC7939"/>
    <w:rsid w:val="00BD2533"/>
    <w:rsid w:val="00C019CB"/>
    <w:rsid w:val="00C02721"/>
    <w:rsid w:val="00C2182B"/>
    <w:rsid w:val="00C23B4E"/>
    <w:rsid w:val="00C44AA4"/>
    <w:rsid w:val="00C65E0D"/>
    <w:rsid w:val="00CA7D9E"/>
    <w:rsid w:val="00CE3307"/>
    <w:rsid w:val="00CE3716"/>
    <w:rsid w:val="00D01A6D"/>
    <w:rsid w:val="00D25868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  <w:rsid w:val="00FE035A"/>
    <w:rsid w:val="00FF0581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3691"/>
    <w:rPr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8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35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link w:val="BodyTextChar"/>
    <w:uiPriority w:val="99"/>
    <w:rsid w:val="00234932"/>
    <w:pPr>
      <w:widowControl w:val="0"/>
      <w:jc w:val="both"/>
    </w:pPr>
    <w:rPr>
      <w:sz w:val="20"/>
      <w:szCs w:val="20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286B"/>
    <w:rPr>
      <w:sz w:val="22"/>
      <w:szCs w:val="24"/>
    </w:rPr>
  </w:style>
  <w:style w:type="table" w:styleId="TableGrid">
    <w:name w:val="Table Grid"/>
    <w:basedOn w:val="TableNormal"/>
    <w:uiPriority w:val="59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аздел"/>
    <w:basedOn w:val="Normal"/>
    <w:link w:val="a0"/>
    <w:rsid w:val="0092778A"/>
    <w:pPr>
      <w:spacing w:before="60"/>
    </w:pPr>
    <w:rPr>
      <w:b/>
      <w:color w:val="000000"/>
      <w:sz w:val="24"/>
    </w:rPr>
  </w:style>
  <w:style w:type="character" w:customStyle="1" w:styleId="a0">
    <w:name w:val="Раздел Знак"/>
    <w:link w:val="a"/>
    <w:locked/>
    <w:rsid w:val="0092778A"/>
    <w:rPr>
      <w:b/>
      <w:color w:val="000000"/>
      <w:sz w:val="24"/>
      <w:lang w:val="ru-RU" w:eastAsia="ru-RU"/>
    </w:rPr>
  </w:style>
  <w:style w:type="paragraph" w:customStyle="1" w:styleId="a1">
    <w:name w:val="Табличный"/>
    <w:basedOn w:val="Normal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rsid w:val="00883461"/>
    <w:pPr>
      <w:jc w:val="center"/>
    </w:pPr>
    <w:rPr>
      <w:szCs w:val="20"/>
    </w:rPr>
  </w:style>
  <w:style w:type="character" w:customStyle="1" w:styleId="a3">
    <w:name w:val="Поле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286B"/>
    <w:rPr>
      <w:sz w:val="22"/>
      <w:szCs w:val="24"/>
    </w:rPr>
  </w:style>
  <w:style w:type="paragraph" w:styleId="Footer">
    <w:name w:val="footer"/>
    <w:basedOn w:val="Normal"/>
    <w:link w:val="FooterChar"/>
    <w:uiPriority w:val="99"/>
    <w:rsid w:val="007604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286B"/>
    <w:rPr>
      <w:sz w:val="22"/>
      <w:szCs w:val="24"/>
    </w:rPr>
  </w:style>
  <w:style w:type="character" w:styleId="PageNumber">
    <w:name w:val="page number"/>
    <w:basedOn w:val="DefaultParagraphFont"/>
    <w:uiPriority w:val="99"/>
    <w:rsid w:val="0076042D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23578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357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3578C"/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357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86B"/>
    <w:rPr>
      <w:sz w:val="0"/>
      <w:szCs w:val="0"/>
    </w:rPr>
  </w:style>
  <w:style w:type="character" w:styleId="Emphasis">
    <w:name w:val="Emphasis"/>
    <w:basedOn w:val="DefaultParagraphFont"/>
    <w:uiPriority w:val="20"/>
    <w:qFormat/>
    <w:rsid w:val="00E324B1"/>
    <w:rPr>
      <w:i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NoSpacing">
    <w:name w:val="No Spacing"/>
    <w:uiPriority w:val="1"/>
    <w:qFormat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0</TotalTime>
  <Pages>1</Pages>
  <Words>358</Words>
  <Characters>2043</Characters>
  <Application>Microsoft Office Outlook</Application>
  <DocSecurity>0</DocSecurity>
  <Lines>0</Lines>
  <Paragraphs>0</Paragraphs>
  <ScaleCrop>false</ScaleCrop>
  <Company>att-support.ru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Жанна</dc:creator>
  <cp:keywords/>
  <dc:description/>
  <cp:lastModifiedBy>Жанна</cp:lastModifiedBy>
  <cp:revision>1</cp:revision>
  <dcterms:created xsi:type="dcterms:W3CDTF">2025-06-18T09:18:00Z</dcterms:created>
  <dcterms:modified xsi:type="dcterms:W3CDTF">2025-06-18T09:18:00Z</dcterms:modified>
</cp:coreProperties>
</file>